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A26" w:rsidRPr="005F4A26" w:rsidRDefault="005F4A26" w:rsidP="005F4A26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5F4A26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34644" w:rsidRDefault="00580F7F">
      <w:pPr>
        <w:pStyle w:val="Nadpis1"/>
      </w:pPr>
      <w:r>
        <w:t>3</w:t>
      </w:r>
      <w:r w:rsidR="007E40A7">
        <w:t>/</w:t>
      </w:r>
      <w:r>
        <w:t>7</w:t>
      </w:r>
      <w:r w:rsidR="003C78C2">
        <w:t xml:space="preserve"> </w:t>
      </w:r>
      <w:r w:rsidR="00C34644">
        <w:t>odbor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C34644">
        <w:t>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E4B1E" w:rsidRDefault="00AE4B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F7E67" w:rsidRDefault="00C34644" w:rsidP="00AE4B1E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1) </w:t>
      </w:r>
      <w:r w:rsidR="002D028C">
        <w:rPr>
          <w:u w:val="single"/>
        </w:rPr>
        <w:t xml:space="preserve">Dodatek </w:t>
      </w:r>
      <w:proofErr w:type="gramStart"/>
      <w:r w:rsidR="002D028C">
        <w:rPr>
          <w:u w:val="single"/>
        </w:rPr>
        <w:t>č.2 smlouvy</w:t>
      </w:r>
      <w:proofErr w:type="gramEnd"/>
      <w:r w:rsidR="002D028C">
        <w:rPr>
          <w:u w:val="single"/>
        </w:rPr>
        <w:t xml:space="preserve"> o poskytnutí a údržbě software ze dne 20.10.2009 ve znění Dodatku č.1 ze dne 1.3.2011 na údržbu programu FLUXPAM</w:t>
      </w:r>
    </w:p>
    <w:p w:rsidR="00C34644" w:rsidRDefault="00C34644" w:rsidP="00AE4B1E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2) Objednávky odboru informatiky a provozu</w:t>
      </w:r>
    </w:p>
    <w:p w:rsidR="00BF7E67" w:rsidRDefault="00BF7E67" w:rsidP="00AE4B1E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2D028C">
        <w:t>5</w:t>
      </w:r>
      <w:r>
        <w:t>.</w:t>
      </w:r>
      <w:r w:rsidR="00C34644">
        <w:t xml:space="preserve"> </w:t>
      </w:r>
      <w:r w:rsidR="002D028C">
        <w:t>února</w:t>
      </w:r>
      <w:r>
        <w:t xml:space="preserve"> 20</w:t>
      </w:r>
      <w:r w:rsidR="002D028C">
        <w:t>20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C34644">
        <w:t>Rudolf Ulč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vedoucí </w:t>
      </w:r>
      <w:r w:rsidR="00C34644">
        <w:t>odboru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BF7E6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Default="003C78C2" w:rsidP="00C34644">
      <w:pPr>
        <w:pStyle w:val="Nadpis2"/>
      </w:pPr>
      <w:r>
        <w:rPr>
          <w:szCs w:val="32"/>
        </w:rPr>
        <w:lastRenderedPageBreak/>
        <w:t>1)</w:t>
      </w:r>
      <w:r w:rsidR="00AE4B1E">
        <w:rPr>
          <w:szCs w:val="32"/>
        </w:rPr>
        <w:t xml:space="preserve"> </w:t>
      </w:r>
      <w:r w:rsidR="002D028C" w:rsidRPr="002D028C">
        <w:rPr>
          <w:szCs w:val="32"/>
        </w:rPr>
        <w:t xml:space="preserve">Dodatek </w:t>
      </w:r>
      <w:proofErr w:type="gramStart"/>
      <w:r w:rsidR="002D028C" w:rsidRPr="002D028C">
        <w:rPr>
          <w:szCs w:val="32"/>
        </w:rPr>
        <w:t>č.2 smlouvy</w:t>
      </w:r>
      <w:proofErr w:type="gramEnd"/>
      <w:r w:rsidR="002D028C" w:rsidRPr="002D028C">
        <w:rPr>
          <w:szCs w:val="32"/>
        </w:rPr>
        <w:t xml:space="preserve"> o poskytnutí a údržbě software ze dne 20.10.2009 ve znění Dodatku č.1 ze dne 1.3.2011</w:t>
      </w:r>
      <w:r w:rsidR="002D028C" w:rsidRPr="002D028C">
        <w:t xml:space="preserve"> </w:t>
      </w:r>
      <w:r w:rsidR="002D028C">
        <w:t>na údržbu programu FLUXPAM</w:t>
      </w:r>
    </w:p>
    <w:p w:rsidR="00C34644" w:rsidRDefault="00C34644">
      <w:pPr>
        <w:jc w:val="both"/>
        <w:rPr>
          <w:b/>
          <w:bCs/>
        </w:rPr>
      </w:pPr>
    </w:p>
    <w:p w:rsidR="00BF7E67" w:rsidRPr="00C53974" w:rsidRDefault="003C78C2">
      <w:pPr>
        <w:rPr>
          <w:b/>
          <w:bCs/>
          <w:u w:val="single"/>
        </w:rPr>
      </w:pPr>
      <w:r w:rsidRPr="00C53974">
        <w:rPr>
          <w:b/>
          <w:bCs/>
          <w:u w:val="single"/>
        </w:rPr>
        <w:t xml:space="preserve">Návrh usnesení: </w:t>
      </w:r>
    </w:p>
    <w:p w:rsidR="00BF7E67" w:rsidRDefault="003C78C2">
      <w:r w:rsidRPr="003C78C2">
        <w:t>RM po projednání</w:t>
      </w:r>
    </w:p>
    <w:p w:rsidR="003C78C2" w:rsidRDefault="003C78C2"/>
    <w:p w:rsidR="00AE4B1E" w:rsidRDefault="003C78C2">
      <w:pPr>
        <w:pStyle w:val="Nadpis3"/>
      </w:pPr>
      <w:r>
        <w:t>I. S</w:t>
      </w:r>
      <w:r w:rsidR="00F55233">
        <w:t xml:space="preserve">ouhlasí </w:t>
      </w:r>
    </w:p>
    <w:p w:rsidR="00BF7E67" w:rsidRPr="00AE4B1E" w:rsidRDefault="002D028C" w:rsidP="002D028C">
      <w:pPr>
        <w:pStyle w:val="Nadpis3"/>
        <w:rPr>
          <w:b w:val="0"/>
          <w:u w:val="none"/>
        </w:rPr>
      </w:pPr>
      <w:r>
        <w:rPr>
          <w:b w:val="0"/>
          <w:u w:val="none"/>
        </w:rPr>
        <w:t>s </w:t>
      </w:r>
      <w:r w:rsidR="0010222A">
        <w:rPr>
          <w:b w:val="0"/>
          <w:u w:val="none"/>
        </w:rPr>
        <w:t>D</w:t>
      </w:r>
      <w:r>
        <w:rPr>
          <w:b w:val="0"/>
          <w:u w:val="none"/>
        </w:rPr>
        <w:t xml:space="preserve">odatkem </w:t>
      </w:r>
      <w:proofErr w:type="gramStart"/>
      <w:r w:rsidRPr="002D028C">
        <w:rPr>
          <w:b w:val="0"/>
          <w:u w:val="none"/>
        </w:rPr>
        <w:t>č.2 smlouvy</w:t>
      </w:r>
      <w:proofErr w:type="gramEnd"/>
      <w:r w:rsidRPr="002D028C">
        <w:rPr>
          <w:b w:val="0"/>
          <w:u w:val="none"/>
        </w:rPr>
        <w:t xml:space="preserve"> o poskytnutí a údržbě software ze dne 20.10.2009 ve znění Dodatku č.1 ze dne 1.3.2011</w:t>
      </w:r>
      <w:r>
        <w:rPr>
          <w:b w:val="0"/>
          <w:u w:val="none"/>
        </w:rPr>
        <w:t xml:space="preserve"> </w:t>
      </w:r>
      <w:r w:rsidRPr="002D028C">
        <w:rPr>
          <w:b w:val="0"/>
          <w:u w:val="none"/>
        </w:rPr>
        <w:t xml:space="preserve">na údržbu programu FLUXPAM </w:t>
      </w:r>
      <w:r>
        <w:rPr>
          <w:b w:val="0"/>
          <w:u w:val="none"/>
        </w:rPr>
        <w:t xml:space="preserve">s firmou </w:t>
      </w:r>
      <w:r w:rsidRPr="002D028C">
        <w:rPr>
          <w:b w:val="0"/>
          <w:u w:val="none"/>
        </w:rPr>
        <w:t>Flux, spol. s r. o.</w:t>
      </w:r>
      <w:r>
        <w:rPr>
          <w:b w:val="0"/>
          <w:u w:val="none"/>
        </w:rPr>
        <w:t xml:space="preserve">, </w:t>
      </w:r>
      <w:r w:rsidRPr="002D028C">
        <w:rPr>
          <w:b w:val="0"/>
          <w:u w:val="none"/>
        </w:rPr>
        <w:t>Musílkova 167/13, 150 00  Praha 5</w:t>
      </w:r>
      <w:r>
        <w:rPr>
          <w:b w:val="0"/>
          <w:u w:val="none"/>
        </w:rPr>
        <w:t xml:space="preserve">, </w:t>
      </w:r>
      <w:r w:rsidRPr="002D028C">
        <w:rPr>
          <w:b w:val="0"/>
          <w:u w:val="none"/>
        </w:rPr>
        <w:t>IČO: 16979613</w:t>
      </w:r>
      <w:r>
        <w:rPr>
          <w:b w:val="0"/>
          <w:u w:val="none"/>
        </w:rPr>
        <w:t xml:space="preserve"> s cenou 69 810,95 s DPH za rok.</w:t>
      </w:r>
    </w:p>
    <w:p w:rsidR="00BF7E67" w:rsidRDefault="00BF7E67">
      <w:pPr>
        <w:jc w:val="both"/>
      </w:pPr>
    </w:p>
    <w:p w:rsidR="00AE4B1E" w:rsidRDefault="003C78C2">
      <w:pPr>
        <w:pStyle w:val="Nadpis3"/>
      </w:pPr>
      <w:r>
        <w:t xml:space="preserve">II. </w:t>
      </w:r>
      <w:r w:rsidR="00F55233">
        <w:t>Pověřuje</w:t>
      </w:r>
    </w:p>
    <w:p w:rsidR="00BF7E67" w:rsidRPr="00AE4B1E" w:rsidRDefault="00827B5A">
      <w:pPr>
        <w:pStyle w:val="Nadpis3"/>
        <w:rPr>
          <w:b w:val="0"/>
          <w:u w:val="none"/>
        </w:rPr>
      </w:pPr>
      <w:r>
        <w:rPr>
          <w:b w:val="0"/>
          <w:u w:val="none"/>
        </w:rPr>
        <w:t>s</w:t>
      </w:r>
      <w:r w:rsidR="002D028C">
        <w:rPr>
          <w:b w:val="0"/>
          <w:u w:val="none"/>
        </w:rPr>
        <w:t xml:space="preserve">tarostu </w:t>
      </w:r>
      <w:r w:rsidR="00E74032">
        <w:rPr>
          <w:b w:val="0"/>
          <w:u w:val="none"/>
        </w:rPr>
        <w:t xml:space="preserve">města </w:t>
      </w:r>
      <w:r w:rsidR="002D028C">
        <w:rPr>
          <w:b w:val="0"/>
          <w:u w:val="none"/>
        </w:rPr>
        <w:t xml:space="preserve">podpisem </w:t>
      </w:r>
      <w:r w:rsidR="00E74032">
        <w:rPr>
          <w:b w:val="0"/>
          <w:u w:val="none"/>
        </w:rPr>
        <w:t xml:space="preserve">předmětného </w:t>
      </w:r>
      <w:r w:rsidR="002D028C">
        <w:rPr>
          <w:b w:val="0"/>
          <w:u w:val="none"/>
        </w:rPr>
        <w:t>dodatku smlouvy</w:t>
      </w:r>
      <w:r w:rsidR="0000132F" w:rsidRPr="00AE4B1E">
        <w:rPr>
          <w:b w:val="0"/>
          <w:u w:val="none"/>
        </w:rPr>
        <w:t>.</w:t>
      </w:r>
    </w:p>
    <w:p w:rsidR="00BF7E67" w:rsidRDefault="00BF7E67">
      <w:pPr>
        <w:jc w:val="both"/>
      </w:pPr>
    </w:p>
    <w:p w:rsidR="00E74032" w:rsidRDefault="00E74032" w:rsidP="0000132F">
      <w:pPr>
        <w:pStyle w:val="Nadpis2"/>
        <w:rPr>
          <w:szCs w:val="32"/>
        </w:rPr>
      </w:pPr>
    </w:p>
    <w:p w:rsidR="0000132F" w:rsidRDefault="0000132F" w:rsidP="0000132F">
      <w:pPr>
        <w:pStyle w:val="Nadpis2"/>
        <w:rPr>
          <w:szCs w:val="32"/>
        </w:rPr>
      </w:pPr>
      <w:r>
        <w:rPr>
          <w:szCs w:val="32"/>
        </w:rPr>
        <w:t xml:space="preserve">2) Objednávky za </w:t>
      </w:r>
      <w:r w:rsidR="00FA0930">
        <w:rPr>
          <w:szCs w:val="32"/>
        </w:rPr>
        <w:t xml:space="preserve">prosinec 2019 a </w:t>
      </w:r>
      <w:r w:rsidR="002D028C">
        <w:rPr>
          <w:szCs w:val="32"/>
        </w:rPr>
        <w:t>leden 2020</w:t>
      </w:r>
    </w:p>
    <w:p w:rsidR="009E26DB" w:rsidRDefault="009E26DB">
      <w:pPr>
        <w:jc w:val="both"/>
      </w:pPr>
    </w:p>
    <w:p w:rsidR="00AE4B1E" w:rsidRDefault="00AE4B1E" w:rsidP="00AE4B1E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E4B1E" w:rsidRDefault="00AE4B1E" w:rsidP="00AE4B1E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AE4B1E" w:rsidRDefault="00AE4B1E" w:rsidP="00AE4B1E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AE4B1E" w:rsidRDefault="00AE4B1E" w:rsidP="00AE4B1E">
      <w:pPr>
        <w:pStyle w:val="Nadpis3"/>
      </w:pPr>
      <w:r>
        <w:t xml:space="preserve">I. Bere na vědomí </w:t>
      </w:r>
    </w:p>
    <w:p w:rsidR="00AE4B1E" w:rsidRDefault="00AE4B1E" w:rsidP="00AE4B1E">
      <w:pPr>
        <w:jc w:val="both"/>
      </w:pPr>
      <w:r>
        <w:t>Seznam objednávek odboru informatiky a provozu za</w:t>
      </w:r>
      <w:r w:rsidR="00FA0930">
        <w:t xml:space="preserve"> prosinec 2019 a</w:t>
      </w:r>
      <w:r>
        <w:t xml:space="preserve"> </w:t>
      </w:r>
      <w:r w:rsidR="002D028C">
        <w:t>leden 2020</w:t>
      </w:r>
    </w:p>
    <w:p w:rsidR="00AE4B1E" w:rsidRDefault="00AE4B1E" w:rsidP="00AE4B1E">
      <w:pPr>
        <w:pStyle w:val="BodyText31"/>
        <w:widowControl/>
        <w:rPr>
          <w:szCs w:val="24"/>
        </w:rPr>
      </w:pPr>
    </w:p>
    <w:p w:rsidR="00AE4B1E" w:rsidRDefault="00AE4B1E">
      <w:pPr>
        <w:jc w:val="both"/>
      </w:pPr>
      <w:bookmarkStart w:id="0" w:name="_GoBack"/>
      <w:bookmarkEnd w:id="0"/>
    </w:p>
    <w:sectPr w:rsidR="00AE4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0A7"/>
    <w:rsid w:val="0000132F"/>
    <w:rsid w:val="00077160"/>
    <w:rsid w:val="0010222A"/>
    <w:rsid w:val="001C4D83"/>
    <w:rsid w:val="002B3376"/>
    <w:rsid w:val="002D028C"/>
    <w:rsid w:val="003C78C2"/>
    <w:rsid w:val="0043760E"/>
    <w:rsid w:val="00580F7F"/>
    <w:rsid w:val="005F4A26"/>
    <w:rsid w:val="007A60B7"/>
    <w:rsid w:val="007E40A7"/>
    <w:rsid w:val="00827B5A"/>
    <w:rsid w:val="008F099E"/>
    <w:rsid w:val="009E26DB"/>
    <w:rsid w:val="00A432F0"/>
    <w:rsid w:val="00AE4B1E"/>
    <w:rsid w:val="00B922A9"/>
    <w:rsid w:val="00BF7E67"/>
    <w:rsid w:val="00C20DE9"/>
    <w:rsid w:val="00C34644"/>
    <w:rsid w:val="00C53974"/>
    <w:rsid w:val="00E30EAE"/>
    <w:rsid w:val="00E74032"/>
    <w:rsid w:val="00F55233"/>
    <w:rsid w:val="00FA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1F17C-B5C7-4F98-B1DF-9D39F1C5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3Char">
    <w:name w:val="Nadpis 3 Char"/>
    <w:basedOn w:val="Standardnpsmoodstavce"/>
    <w:link w:val="Nadpis3"/>
    <w:rsid w:val="00AE4B1E"/>
    <w:rPr>
      <w:b/>
      <w:bCs/>
      <w:sz w:val="24"/>
      <w:szCs w:val="26"/>
      <w:u w:val="single"/>
    </w:rPr>
  </w:style>
  <w:style w:type="paragraph" w:customStyle="1" w:styleId="BodyText31">
    <w:name w:val="Body Text 31"/>
    <w:basedOn w:val="Normln"/>
    <w:rsid w:val="00AE4B1E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9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29</TotalTime>
  <Pages>2</Pages>
  <Words>194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13</cp:revision>
  <cp:lastPrinted>1899-12-31T23:00:00Z</cp:lastPrinted>
  <dcterms:created xsi:type="dcterms:W3CDTF">2019-12-04T10:04:00Z</dcterms:created>
  <dcterms:modified xsi:type="dcterms:W3CDTF">2020-01-29T16:34:00Z</dcterms:modified>
</cp:coreProperties>
</file>